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vertAnchor="text" w:horzAnchor="page" w:tblpX="116" w:tblpY="2"/>
        <w:tblW w:w="1224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240"/>
      </w:tblGrid>
      <w:tr w:rsidR="00404396" w:rsidRPr="001933FD" w:rsidTr="00404396">
        <w:trPr>
          <w:trHeight w:hRule="exact" w:val="20"/>
        </w:trPr>
        <w:tc>
          <w:tcPr>
            <w:tcW w:w="1224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:rsidR="00404396" w:rsidRPr="001933FD" w:rsidRDefault="00404396" w:rsidP="0040439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1" layoutInCell="1" allowOverlap="1" wp14:anchorId="4277E22B" wp14:editId="0C2C5AE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9525" cy="9525"/>
                      <wp:effectExtent l="0" t="0" r="6350" b="3175"/>
                      <wp:wrapNone/>
                      <wp:docPr id="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0;margin-top:0;width:.75pt;height: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" filled="f" stroked="f">
                      <w10:anchorlock/>
                    </v:rect>
                  </w:pict>
                </mc:Fallback>
              </mc:AlternateContent>
            </w:r>
          </w:p>
        </w:tc>
      </w:tr>
    </w:tbl>
    <w:tbl>
      <w:tblPr>
        <w:tblpPr w:vertAnchor="text" w:horzAnchor="page" w:tblpX="116" w:tblpY="7920"/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240"/>
      </w:tblGrid>
      <w:tr w:rsidR="00404396" w:rsidRPr="001933FD" w:rsidTr="00404396">
        <w:trPr>
          <w:trHeight w:hRule="exact" w:val="7858"/>
        </w:trPr>
        <w:tc>
          <w:tcPr>
            <w:tcW w:w="12240" w:type="dxa"/>
            <w:tcMar>
              <w:top w:w="0" w:type="dxa"/>
              <w:bottom w:w="0" w:type="dxa"/>
            </w:tcMar>
          </w:tcPr>
          <w:p w:rsidR="00404396" w:rsidRPr="001933FD" w:rsidRDefault="00404396" w:rsidP="00404396">
            <w:pPr>
              <w:pStyle w:val="AveryStyle2"/>
              <w:rPr>
                <w:color w:val="auto"/>
              </w:rPr>
            </w:pPr>
          </w:p>
          <w:p w:rsidR="00404396" w:rsidRPr="001933FD" w:rsidRDefault="00404396" w:rsidP="00404396">
            <w:pPr>
              <w:pStyle w:val="AveryStyle2"/>
              <w:rPr>
                <w:color w:val="auto"/>
              </w:rPr>
            </w:pPr>
          </w:p>
          <w:p w:rsidR="00404396" w:rsidRPr="001933FD" w:rsidRDefault="00404396" w:rsidP="00404396">
            <w:pPr>
              <w:pStyle w:val="AveryStyle2"/>
              <w:rPr>
                <w:color w:val="auto"/>
              </w:rPr>
            </w:pPr>
          </w:p>
          <w:p w:rsidR="00404396" w:rsidRPr="001933FD" w:rsidRDefault="00404396" w:rsidP="00404396">
            <w:pPr>
              <w:pStyle w:val="AveryStyle2"/>
              <w:rPr>
                <w:color w:val="auto"/>
              </w:rPr>
            </w:pPr>
          </w:p>
          <w:p w:rsidR="00404396" w:rsidRPr="001933FD" w:rsidRDefault="00404396" w:rsidP="00404396">
            <w:pPr>
              <w:pStyle w:val="AveryStyle2"/>
              <w:rPr>
                <w:color w:val="auto"/>
              </w:rPr>
            </w:pPr>
          </w:p>
          <w:p w:rsidR="00404396" w:rsidRPr="001933FD" w:rsidRDefault="00404396" w:rsidP="00404396">
            <w:pPr>
              <w:pStyle w:val="AveryStyle2"/>
              <w:rPr>
                <w:color w:val="auto"/>
              </w:rPr>
            </w:pPr>
          </w:p>
          <w:p w:rsidR="00404396" w:rsidRPr="001933FD" w:rsidRDefault="00404396" w:rsidP="00404396">
            <w:pPr>
              <w:pStyle w:val="AveryStyle2"/>
              <w:rPr>
                <w:color w:val="auto"/>
              </w:rPr>
            </w:pPr>
          </w:p>
          <w:p w:rsidR="00404396" w:rsidRPr="001933FD" w:rsidRDefault="00404396" w:rsidP="00404396">
            <w:pPr>
              <w:pStyle w:val="AveryStyle2"/>
              <w:rPr>
                <w:color w:val="auto"/>
              </w:rPr>
            </w:pPr>
          </w:p>
          <w:p w:rsidR="00404396" w:rsidRPr="001933FD" w:rsidRDefault="00404396" w:rsidP="00404396">
            <w:pPr>
              <w:pStyle w:val="AveryStyle2"/>
              <w:rPr>
                <w:color w:val="auto"/>
              </w:rPr>
            </w:pPr>
          </w:p>
          <w:p w:rsidR="00404396" w:rsidRPr="001933FD" w:rsidRDefault="00404396" w:rsidP="00404396">
            <w:pPr>
              <w:pStyle w:val="AveryStyle2"/>
              <w:rPr>
                <w:color w:val="auto"/>
              </w:rPr>
            </w:pPr>
          </w:p>
          <w:p w:rsidR="00404396" w:rsidRPr="001933FD" w:rsidRDefault="00404396" w:rsidP="00404396">
            <w:pPr>
              <w:pStyle w:val="AveryStyle2"/>
              <w:rPr>
                <w:color w:val="auto"/>
              </w:rPr>
            </w:pPr>
          </w:p>
          <w:p w:rsidR="00404396" w:rsidRPr="001933FD" w:rsidRDefault="00404396" w:rsidP="00404396">
            <w:pPr>
              <w:pStyle w:val="AveryStyle2"/>
              <w:rPr>
                <w:color w:val="auto"/>
              </w:rPr>
            </w:pPr>
          </w:p>
          <w:p w:rsidR="00404396" w:rsidRPr="001933FD" w:rsidRDefault="00404396" w:rsidP="00404396">
            <w:pPr>
              <w:pStyle w:val="AveryStyle2"/>
              <w:rPr>
                <w:color w:val="auto"/>
              </w:rPr>
            </w:pPr>
          </w:p>
          <w:p w:rsidR="00404396" w:rsidRPr="001933FD" w:rsidRDefault="00404396" w:rsidP="00404396">
            <w:pPr>
              <w:pStyle w:val="AveryStyle2"/>
              <w:rPr>
                <w:color w:val="auto"/>
              </w:rPr>
            </w:pPr>
          </w:p>
          <w:p w:rsidR="00404396" w:rsidRPr="001933FD" w:rsidRDefault="00404396" w:rsidP="00404396">
            <w:pPr>
              <w:pStyle w:val="AveryStyle2"/>
              <w:rPr>
                <w:color w:val="auto"/>
              </w:rPr>
            </w:pPr>
          </w:p>
          <w:p w:rsidR="00404396" w:rsidRPr="001933FD" w:rsidRDefault="00404396" w:rsidP="00404396">
            <w:pPr>
              <w:pStyle w:val="AveryStyle2"/>
              <w:rPr>
                <w:color w:val="auto"/>
              </w:rPr>
            </w:pPr>
          </w:p>
          <w:p w:rsidR="00404396" w:rsidRDefault="00404396" w:rsidP="00404396">
            <w:pPr>
              <w:pStyle w:val="AveryStyle1"/>
              <w:rPr>
                <w:color w:val="auto"/>
              </w:rPr>
            </w:pPr>
            <w:r w:rsidRPr="001933FD">
              <w:rPr>
                <w:color w:val="auto"/>
              </w:rPr>
              <w:t xml:space="preserve">Place </w:t>
            </w:r>
            <w:bookmarkStart w:id="0" w:name="_GoBack"/>
            <w:r w:rsidRPr="001933FD">
              <w:rPr>
                <w:color w:val="auto"/>
              </w:rPr>
              <w:t xml:space="preserve">Text </w:t>
            </w:r>
            <w:bookmarkEnd w:id="0"/>
            <w:r w:rsidRPr="001933FD">
              <w:rPr>
                <w:color w:val="auto"/>
              </w:rPr>
              <w:t>Here</w:t>
            </w:r>
          </w:p>
          <w:p w:rsidR="006E10FF" w:rsidRDefault="006E10FF" w:rsidP="00404396">
            <w:pPr>
              <w:pStyle w:val="AveryStyle1"/>
              <w:rPr>
                <w:color w:val="auto"/>
              </w:rPr>
            </w:pPr>
          </w:p>
          <w:p w:rsidR="006E10FF" w:rsidRDefault="006E10FF" w:rsidP="00404396">
            <w:pPr>
              <w:pStyle w:val="AveryStyle1"/>
              <w:rPr>
                <w:color w:val="auto"/>
              </w:rPr>
            </w:pPr>
          </w:p>
          <w:p w:rsidR="006E10FF" w:rsidRDefault="006E10FF" w:rsidP="00404396">
            <w:pPr>
              <w:pStyle w:val="AveryStyle1"/>
              <w:rPr>
                <w:color w:val="auto"/>
              </w:rPr>
            </w:pPr>
          </w:p>
          <w:p w:rsidR="006E10FF" w:rsidRDefault="006E10FF" w:rsidP="00404396">
            <w:pPr>
              <w:pStyle w:val="AveryStyle1"/>
              <w:rPr>
                <w:color w:val="auto"/>
              </w:rPr>
            </w:pPr>
          </w:p>
          <w:p w:rsidR="006E10FF" w:rsidRDefault="006E10FF" w:rsidP="00404396">
            <w:pPr>
              <w:pStyle w:val="AveryStyle1"/>
              <w:rPr>
                <w:color w:val="auto"/>
              </w:rPr>
            </w:pPr>
          </w:p>
          <w:p w:rsidR="006E10FF" w:rsidRPr="001933FD" w:rsidRDefault="006E10FF" w:rsidP="00404396">
            <w:pPr>
              <w:pStyle w:val="AveryStyle1"/>
              <w:rPr>
                <w:color w:val="auto"/>
              </w:rPr>
            </w:pPr>
          </w:p>
        </w:tc>
      </w:tr>
      <w:tr w:rsidR="00404396" w:rsidRPr="001933FD" w:rsidTr="00404396">
        <w:trPr>
          <w:trHeight w:hRule="exact" w:val="20"/>
        </w:trPr>
        <w:tc>
          <w:tcPr>
            <w:tcW w:w="1224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:rsidR="00404396" w:rsidRPr="001933FD" w:rsidRDefault="00404396" w:rsidP="0040439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1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9525" cy="9525"/>
                      <wp:effectExtent l="0" t="0" r="6350" b="4445"/>
                      <wp:wrapNone/>
                      <wp:docPr id="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0;margin-top:0;width:.75pt;height: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" filled="f" stroked="f">
                      <w10:anchorlock/>
                    </v:rect>
                  </w:pict>
                </mc:Fallback>
              </mc:AlternateContent>
            </w:r>
          </w:p>
        </w:tc>
      </w:tr>
    </w:tbl>
    <w:p w:rsidR="00404396" w:rsidRDefault="00404396" w:rsidP="00404396">
      <w:pPr>
        <w:spacing w:after="0" w:line="20" w:lineRule="exact"/>
      </w:pPr>
    </w:p>
    <w:p w:rsidR="00404396" w:rsidRDefault="00404396"/>
    <w:tbl>
      <w:tblPr>
        <w:tblpPr w:vertAnchor="text" w:horzAnchor="page" w:tblpX="116" w:tblpY="7920"/>
        <w:tblW w:w="1224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240"/>
      </w:tblGrid>
      <w:tr w:rsidR="00580645" w:rsidRPr="00ED012E" w:rsidTr="00404396">
        <w:trPr>
          <w:trHeight w:hRule="exact" w:val="20"/>
        </w:trPr>
        <w:tc>
          <w:tcPr>
            <w:tcW w:w="1224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:rsidR="00580645" w:rsidRPr="00ED012E" w:rsidRDefault="00FD5A4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1" layoutInCell="1" allowOverlap="1" wp14:anchorId="1ED4D66F" wp14:editId="663316C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9525" cy="9525"/>
                      <wp:effectExtent l="0" t="0" r="3175" b="3175"/>
                      <wp:wrapNone/>
                      <wp:docPr id="5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0;margin-top:0;width:.75pt;height: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" filled="f" stroked="f">
                      <w10:anchorlock/>
                    </v:rect>
                  </w:pict>
                </mc:Fallback>
              </mc:AlternateContent>
            </w:r>
          </w:p>
        </w:tc>
      </w:tr>
      <w:tr w:rsidR="006E10FF" w:rsidRPr="00ED012E" w:rsidTr="00404396">
        <w:trPr>
          <w:trHeight w:hRule="exact" w:val="20"/>
        </w:trPr>
        <w:tc>
          <w:tcPr>
            <w:tcW w:w="1224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:rsidR="006E10FF" w:rsidRDefault="006E10FF">
            <w:pPr>
              <w:rPr>
                <w:noProof/>
              </w:rPr>
            </w:pPr>
          </w:p>
        </w:tc>
      </w:tr>
    </w:tbl>
    <w:p w:rsidR="006E10FF" w:rsidRDefault="006E10FF">
      <w:pPr>
        <w:sectPr w:rsidR="006E10FF" w:rsidSect="00580645">
          <w:pgSz w:w="12240" w:h="15840"/>
          <w:pgMar w:top="0" w:right="446" w:bottom="0" w:left="446" w:header="0" w:footer="0" w:gutter="0"/>
          <w:cols w:space="720"/>
        </w:sectPr>
      </w:pPr>
    </w:p>
    <w:tbl>
      <w:tblPr>
        <w:tblpPr w:vertAnchor="text" w:horzAnchor="page" w:tblpX="116" w:tblpY="2"/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240"/>
      </w:tblGrid>
      <w:tr w:rsidR="00580645" w:rsidRPr="00ED012E">
        <w:trPr>
          <w:trHeight w:hRule="exact" w:val="7898"/>
        </w:trPr>
        <w:tc>
          <w:tcPr>
            <w:tcW w:w="12240" w:type="dxa"/>
            <w:tcMar>
              <w:top w:w="0" w:type="dxa"/>
              <w:bottom w:w="0" w:type="dxa"/>
            </w:tcMar>
          </w:tcPr>
          <w:p w:rsidR="00580645" w:rsidRPr="00ED012E" w:rsidRDefault="00580645"/>
        </w:tc>
      </w:tr>
      <w:tr w:rsidR="00580645" w:rsidRPr="00ED012E">
        <w:trPr>
          <w:trHeight w:hRule="exact" w:val="20"/>
        </w:trPr>
        <w:tc>
          <w:tcPr>
            <w:tcW w:w="1224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:rsidR="00580645" w:rsidRPr="00ED012E" w:rsidRDefault="00FD5A4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1" layoutInCell="1" allowOverlap="1" wp14:anchorId="2DD6466C" wp14:editId="1058731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9525" cy="9525"/>
                      <wp:effectExtent l="0" t="0" r="3175" b="3175"/>
                      <wp:wrapNone/>
                      <wp:docPr id="3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0;margin-top:0;width:.75pt;height: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" filled="f" stroked="f">
                      <w10:anchorlock/>
                    </v:rect>
                  </w:pict>
                </mc:Fallback>
              </mc:AlternateContent>
            </w:r>
          </w:p>
        </w:tc>
      </w:tr>
    </w:tbl>
    <w:p w:rsidR="00580645" w:rsidRDefault="00FD5A4C">
      <w:pPr>
        <w:spacing w:after="0" w:line="20" w:lineRule="exact"/>
      </w:pPr>
      <w:r>
        <w:rPr>
          <w:noProof/>
        </w:rPr>
        <w:drawing>
          <wp:anchor distT="0" distB="0" distL="114300" distR="114300" simplePos="0" relativeHeight="251655680" behindDoc="0" locked="1" layoutInCell="1" allowOverlap="1" wp14:anchorId="2C448C6E" wp14:editId="5CCC2596">
            <wp:simplePos x="0" y="0"/>
            <wp:positionH relativeFrom="page">
              <wp:posOffset>168910</wp:posOffset>
            </wp:positionH>
            <wp:positionV relativeFrom="page">
              <wp:posOffset>5143500</wp:posOffset>
            </wp:positionV>
            <wp:extent cx="7406640" cy="4663440"/>
            <wp:effectExtent l="0" t="0" r="10160" b="10160"/>
            <wp:wrapNone/>
            <wp:docPr id="4" name="Picture_MP1_PF12_PF14_583.2_367.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_MP1_PF12_PF14_583.2_367.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600000">
                      <a:off x="0" y="0"/>
                      <a:ext cx="7406640" cy="466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1ECACC3A" wp14:editId="650993A7">
                <wp:simplePos x="0" y="0"/>
                <wp:positionH relativeFrom="page">
                  <wp:posOffset>704850</wp:posOffset>
                </wp:positionH>
                <wp:positionV relativeFrom="page">
                  <wp:posOffset>7004050</wp:posOffset>
                </wp:positionV>
                <wp:extent cx="6372225" cy="603250"/>
                <wp:effectExtent l="6350" t="6350" r="0" b="0"/>
                <wp:wrapNone/>
                <wp:docPr id="1" name="TextBox_MP1_PF11_PF13_501.75_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2225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4396" w:rsidRDefault="00404396">
                            <w:pPr>
                              <w:pStyle w:val="AveryStyle1"/>
                            </w:pPr>
                            <w:r>
                              <w:t>Happy Mother's Day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Box_MP1_PF11_PF13_501.75_105" o:spid="_x0000_s1026" style="position:absolute;margin-left:55.5pt;margin-top:551.5pt;width:501.75pt;height:47.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" filled="f" stroked="f">
                <v:textbox inset="0,0,0,0">
                  <w:txbxContent>
                    <w:p w:rsidR="00404396" w:rsidRDefault="00404396">
                      <w:pPr>
                        <w:pStyle w:val="AveryStyle1"/>
                      </w:pPr>
                      <w:r>
                        <w:t>Happy Mother's Day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0" locked="1" layoutInCell="1" allowOverlap="1" wp14:anchorId="3B724B8E" wp14:editId="2AC950EB">
            <wp:simplePos x="0" y="0"/>
            <wp:positionH relativeFrom="page">
              <wp:posOffset>3019425</wp:posOffset>
            </wp:positionH>
            <wp:positionV relativeFrom="page">
              <wp:posOffset>1173480</wp:posOffset>
            </wp:positionV>
            <wp:extent cx="1733550" cy="987425"/>
            <wp:effectExtent l="0" t="0" r="0" b="3175"/>
            <wp:wrapNone/>
            <wp:docPr id="2" name="Picture_MP2_PF2_PF15_136.5_77.7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2_PF2_PF15_136.5_77.736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80645" w:rsidSect="00580645">
      <w:pgSz w:w="12240" w:h="15840"/>
      <w:pgMar w:top="0" w:right="446" w:bottom="0" w:left="446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A4C"/>
    <w:rsid w:val="00404396"/>
    <w:rsid w:val="00432C4E"/>
    <w:rsid w:val="00580645"/>
    <w:rsid w:val="006E10FF"/>
    <w:rsid w:val="00755AF0"/>
    <w:rsid w:val="00832346"/>
    <w:rsid w:val="00ED012E"/>
    <w:rsid w:val="00FD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580645"/>
    <w:pPr>
      <w:jc w:val="center"/>
    </w:pPr>
    <w:rPr>
      <w:rFonts w:ascii="Arial" w:hAnsi="Arial" w:cs="Arial"/>
      <w:bCs/>
      <w:color w:val="FF3399"/>
      <w:sz w:val="76"/>
      <w:szCs w:val="22"/>
    </w:rPr>
  </w:style>
  <w:style w:type="paragraph" w:customStyle="1" w:styleId="AveryStyle2">
    <w:name w:val="Avery Style 2"/>
    <w:uiPriority w:val="99"/>
    <w:rsid w:val="00404396"/>
    <w:rPr>
      <w:rFonts w:ascii="Arial" w:hAnsi="Arial" w:cs="Arial"/>
      <w:bCs/>
      <w:color w:val="000000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580645"/>
    <w:pPr>
      <w:jc w:val="center"/>
    </w:pPr>
    <w:rPr>
      <w:rFonts w:ascii="Arial" w:hAnsi="Arial" w:cs="Arial"/>
      <w:bCs/>
      <w:color w:val="FF3399"/>
      <w:sz w:val="76"/>
      <w:szCs w:val="22"/>
    </w:rPr>
  </w:style>
  <w:style w:type="paragraph" w:customStyle="1" w:styleId="AveryStyle2">
    <w:name w:val="Avery Style 2"/>
    <w:uiPriority w:val="99"/>
    <w:rsid w:val="00404396"/>
    <w:rPr>
      <w:rFonts w:ascii="Arial" w:hAnsi="Arial" w:cs="Arial"/>
      <w:bCs/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Users:danielholleman:Downloads:TS010376056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TS010376056.dot</Template>
  <TotalTime>1</TotalTime>
  <Pages>2</Pages>
  <Words>9</Words>
  <Characters>53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Manager/>
  <Company>Avery Dennison Corporation</Company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Holleman</dc:creator>
  <cp:keywords/>
  <dc:description/>
  <cp:lastModifiedBy>Dan Holleman</cp:lastModifiedBy>
  <cp:revision>2</cp:revision>
  <dcterms:created xsi:type="dcterms:W3CDTF">2014-04-22T14:06:00Z</dcterms:created>
  <dcterms:modified xsi:type="dcterms:W3CDTF">2014-04-22T14:06:00Z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TC103760569990</vt:lpwstr>
  </property>
</Properties>
</file>